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9.jpeg" ContentType="image/jpeg"/>
  <Override PartName="/word/media/image1.jpeg" ContentType="image/jpeg"/>
  <Override PartName="/word/media/image2.jpeg" ContentType="image/jpeg"/>
  <Override PartName="/word/media/image3.jpeg" ContentType="image/jpeg"/>
  <Override PartName="/word/media/image6.jpeg" ContentType="image/jpeg"/>
  <Override PartName="/word/media/image4.png" ContentType="image/png"/>
  <Override PartName="/word/media/image5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  <w:sz w:val="48"/>
          <w:szCs w:val="48"/>
        </w:rPr>
      </w:pPr>
      <w:r>
        <w:rPr>
          <w:rFonts w:ascii="Arial" w:hAnsi="Arial"/>
          <w:b/>
          <w:bCs/>
          <w:sz w:val="48"/>
          <w:szCs w:val="48"/>
        </w:rPr>
        <w:t>With Her Head Tucked Underneath Her Arm</w:t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Lyrics by R. P. Weston and Bert Lee; Music by Harris Weston (1934)</w:t>
      </w:r>
    </w:p>
    <w:p>
      <w:pPr>
        <w:pStyle w:val="Normal"/>
        <w:jc w:val="center"/>
        <w:rPr/>
      </w:pPr>
      <w:r>
        <w:rPr>
          <w:rFonts w:ascii="Arial" w:hAnsi="Arial"/>
          <w:b/>
          <w:bCs/>
        </w:rPr>
        <w:t xml:space="preserve">As performed by the Kingston Trio,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With Her Head Tucked Underneath Her Arm</w:t>
        </w:r>
      </w:hyperlink>
    </w:p>
    <w:p>
      <w:pPr>
        <w:pStyle w:val="Normal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499"/>
        <w:gridCol w:w="1499"/>
        <w:gridCol w:w="1500"/>
        <w:gridCol w:w="1499"/>
        <w:gridCol w:w="1500"/>
        <w:gridCol w:w="1499"/>
        <w:gridCol w:w="3"/>
        <w:gridCol w:w="1515"/>
      </w:tblGrid>
      <w:tr>
        <w:trPr/>
        <w:tc>
          <w:tcPr>
            <w:tcW w:w="8999" w:type="dxa"/>
            <w:gridSpan w:val="7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</w:rPr>
              <w:t xml:space="preserve"> Am - C - F - E  (2x)</w:t>
            </w:r>
          </w:p>
          <w:p>
            <w:pPr>
              <w:pStyle w:val="Normal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Am                                               Dm  -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>1. In the Tower of London, large as life,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E                                                         Am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the ghost of Anne Boleyn walks, they de-clare.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Am                                                              Dm  -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</w:rPr>
              <w:t>Poor Anne Boleyn was once King Henry's wife,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E                                                      Am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un-til he made the headsman bob her hair.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Dm                                                  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Ah, yes, he did her wrong long years a-go,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F                                                  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and she comes up at night to tell him so,</w:t>
            </w:r>
          </w:p>
          <w:p>
            <w:pPr>
              <w:pStyle w:val="Normal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Am   E                    Am          E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</w:rPr>
              <w:t xml:space="preserve">With her head tucked under-neath her arm 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F       - G                   E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</w:rPr>
              <w:t>she walks      the bloody tower,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F       Am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</w:rPr>
              <w:t xml:space="preserve">with her head tucked underneath her arm 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Dm         E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</w:rPr>
              <w:t>at the midnight hour.</w:t>
            </w:r>
          </w:p>
          <w:p>
            <w:pPr>
              <w:pStyle w:val="Normal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Am                            G                            F                      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>2. She comes to haunt King Henry, she means giving him what for.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Am                             G                         F                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Gad-zooks, she's going to tell him off, she's feeling very sore,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F                       Dm                           Am                  F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and just in case the headsman wants to give her an en-core,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                </w:t>
            </w:r>
            <w:r>
              <w:rPr>
                <w:rFonts w:ascii="Arial" w:hAnsi="Arial"/>
                <w:b/>
                <w:bCs/>
              </w:rPr>
              <w:t>Am               E                       Am - C - F -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she's has her head tucked underneath her arm. </w:t>
            </w: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Am                       G                  F                      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>3. The sentries think that it's a football that she carries in,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Am                          G                          F                    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and when they've had a few they shout 'Is Army going to win?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F                           Dm                       Am                     F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They think that it's Red Grange instead of poor old Ann Bo-leyn,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Am               E                       Am - C - F - E</w:t>
            </w:r>
          </w:p>
          <w:p>
            <w:pPr>
              <w:pStyle w:val="Normal"/>
              <w:rPr/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14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340360</wp:posOffset>
                      </wp:positionV>
                      <wp:extent cx="5668010" cy="1257935"/>
                      <wp:effectExtent l="0" t="0" r="0" b="0"/>
                      <wp:wrapNone/>
                      <wp:docPr id="1" name="Shape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67480" cy="1257480"/>
                              </a:xfrm>
                              <a:prstGeom prst="rect">
                                <a:avLst/>
                              </a:prstGeom>
                              <a:noFill/>
                              <a:ln w="18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Shape1" stroked="t" style="position:absolute;margin-left:0.55pt;margin-top:26.8pt;width:446.2pt;height:98.95pt">
                      <w10:wrap type="none"/>
                      <v:fill o:detectmouseclick="t" on="false"/>
                      <v:stroke color="black" weight="18360" joinstyle="round" endcap="flat"/>
                    </v:rect>
                  </w:pict>
                </mc:Fallback>
              </mc:AlternateConten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with her head tucked underneath her arm.</w:t>
              <w:br/>
            </w:r>
          </w:p>
        </w:tc>
        <w:tc>
          <w:tcPr>
            <w:tcW w:w="1515" w:type="dxa"/>
            <w:tcBorders/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999" w:type="dxa"/>
            <w:gridSpan w:val="7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515" w:type="dxa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1499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9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9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9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18" w:type="dxa"/>
            <w:gridSpan w:val="2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</w:tbl>
    <w:p>
      <w:pPr>
        <w:pStyle w:val="Normal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  <w:r>
        <w:br w:type="page"/>
      </w:r>
    </w:p>
    <w:p>
      <w:pPr>
        <w:pStyle w:val="Normal"/>
        <w:rPr/>
      </w:pPr>
      <w:r>
        <w:rPr>
          <w:rFonts w:ascii="Arial" w:hAnsi="Arial"/>
          <w:b/>
          <w:bCs/>
        </w:rPr>
        <w:t xml:space="preserve">               </w:t>
      </w:r>
      <w:r>
        <w:rPr>
          <w:rFonts w:ascii="Arial" w:hAnsi="Arial"/>
          <w:b/>
          <w:bCs/>
        </w:rPr>
        <w:t>Am                                          Dm      -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4. Some-times gay King Henry gives a spread,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E                                                  Am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for all his pals and gals and ghostly crew,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Am                                                         Dm    -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her headsman carves the joint and cuts the bread,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E                                                       Am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then in comes Anne Boleyn to queer the do.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Dm                                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She holds her head up with a wild war whoop,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F                                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and Henry cries, "Don't drop it in the soup!" </w:t>
      </w: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</w:t>
      </w:r>
      <w:r>
        <w:rPr>
          <w:rFonts w:ascii="Arial" w:hAnsi="Arial"/>
          <w:b/>
          <w:bCs/>
        </w:rPr>
        <w:t>Am                              G                     F    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5. One night she caught King Henry, he was in the canteen bar.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Am                        G                            F          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Said he, "Are you Jane Seymour, Anne Bo-leyn, or Katherine Parr?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F                             Dm                Am                        F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Oh, how the sweet San Perry-Ann do I    know who you are,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</w:t>
      </w:r>
      <w:r>
        <w:rPr>
          <w:rFonts w:ascii="Arial" w:hAnsi="Arial"/>
          <w:b/>
          <w:bCs/>
        </w:rPr>
        <w:t>Am                E                         Am</w:t>
      </w:r>
      <w:r>
        <w:rPr>
          <w:rFonts w:eastAsia="Arial" w:cs="Arial" w:ascii="Arial" w:hAnsi="Arial"/>
          <w:b/>
          <w:bCs/>
        </w:rPr>
        <w:t>↓</w:t>
      </w:r>
      <w:r>
        <w:rPr>
          <w:rFonts w:ascii="Arial" w:hAnsi="Arial"/>
          <w:b/>
          <w:bCs/>
        </w:rPr>
        <w:t xml:space="preserve">   Am</w:t>
      </w:r>
      <w:r>
        <w:rPr>
          <w:rFonts w:eastAsia="Arial" w:cs="Arial" w:ascii="Arial" w:hAnsi="Arial"/>
          <w:b/>
          <w:bCs/>
        </w:rPr>
        <w:t>↓</w:t>
      </w:r>
      <w:r>
        <w:rPr>
          <w:rFonts w:ascii="Arial" w:hAnsi="Arial"/>
          <w:b/>
          <w:bCs/>
        </w:rPr>
        <w:t xml:space="preserve">   Am</w:t>
      </w:r>
      <w:r>
        <w:rPr>
          <w:rFonts w:eastAsia="Arial" w:cs="Arial" w:ascii="Arial" w:hAnsi="Arial"/>
          <w:b/>
          <w:bCs/>
        </w:rPr>
        <w:t>↓</w:t>
      </w:r>
    </w:p>
    <w:p>
      <w:pPr>
        <w:pStyle w:val="Normal"/>
        <w:rPr/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with your head tucked under-neath your arm?"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864" w:right="864" w:header="0" w:top="36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rFonts w:ascii="Arial" w:hAnsi="Arial"/>
      <w:b/>
      <w:bCs/>
    </w:rPr>
  </w:style>
  <w:style w:type="character" w:styleId="ListLabel2">
    <w:name w:val="ListLabel 2"/>
    <w:qFormat/>
    <w:rPr>
      <w:rFonts w:ascii="Arial" w:hAnsi="Arial"/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6JKNl8gmESs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pn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fontTable" Target="fontTable.xml"/><Relationship Id="rId1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320</TotalTime>
  <Application>LibreOffice/6.2.8.2$Windows_X86_64 LibreOffice_project/f82ddfca21ebc1e222a662a32b25c0c9d20169ee</Application>
  <Pages>2</Pages>
  <Words>409</Words>
  <Characters>1433</Characters>
  <CharactersWithSpaces>3518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2019-10-17T11:22:33Z</dcterms:created>
  <dc:creator>Douglas Anderson</dc:creator>
  <dc:description/>
  <dc:language>en-US</dc:language>
  <cp:lastModifiedBy>Douglas Anderson</cp:lastModifiedBy>
  <dcterms:modified xsi:type="dcterms:W3CDTF">2019-11-04T23:55:12Z</dcterms:modified>
  <cp:revision>17</cp:revision>
  <dc:subject/>
  <dc:title/>
</cp:coreProperties>
</file>